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8D4428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8D442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A170CC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2941" cy="1257300"/>
                        <wp:effectExtent l="19050" t="0" r="2059" b="0"/>
                        <wp:docPr id="1" name="il_fi" descr="http://t2.gstatic.com/images?q=tbn:ANd9GcQ6sQu4tjRDukrXykkfnaoraD9S00x4wSlq1TwpL21CZwLP8PzZjQ&amp;t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2.gstatic.com/images?q=tbn:ANd9GcQ6sQu4tjRDukrXykkfnaoraD9S00x4wSlq1TwpL21CZwLP8PzZjQ&amp;t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0550" cy="1262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D4428">
        <w:rPr>
          <w:noProof/>
        </w:rPr>
        <w:pict>
          <v:shape id="_x0000_s1029" type="#_x0000_t202" style="position:absolute;margin-left:171.75pt;margin-top:66pt;width:339.75pt;height:24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Pr="001E4547" w:rsidRDefault="00745DCD" w:rsidP="00A170CC">
                  <w:pPr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A170CC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Demetrius</w:t>
                  </w:r>
                </w:p>
              </w:txbxContent>
            </v:textbox>
          </v:shape>
        </w:pict>
      </w:r>
      <w:r w:rsidRPr="008D4428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Pr="008D4428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Pr="008D4428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attachedTemplate r:id="rId1"/>
  <w:defaultTabStop w:val="720"/>
  <w:characterSpacingControl w:val="doNotCompress"/>
  <w:compat/>
  <w:rsids>
    <w:rsidRoot w:val="00A170CC"/>
    <w:rsid w:val="003E3328"/>
    <w:rsid w:val="00550109"/>
    <w:rsid w:val="005B0ED3"/>
    <w:rsid w:val="00745DCD"/>
    <w:rsid w:val="008D4428"/>
    <w:rsid w:val="00A170CC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2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2011-01-26T15:14:00Z</dcterms:created>
  <dcterms:modified xsi:type="dcterms:W3CDTF">2011-01-26T15:16:00Z</dcterms:modified>
</cp:coreProperties>
</file>